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FF3" w:rsidRPr="005F3987" w:rsidRDefault="00DD1FF3" w:rsidP="00DD1FF3">
      <w:pPr>
        <w:ind w:left="360"/>
        <w:rPr>
          <w:sz w:val="22"/>
          <w:szCs w:val="22"/>
        </w:rPr>
      </w:pPr>
      <w:bookmarkStart w:id="0" w:name="_GoBack"/>
      <w:bookmarkEnd w:id="0"/>
    </w:p>
    <w:p w:rsidR="00DD1FF3" w:rsidRPr="005F3987" w:rsidRDefault="00DD1FF3" w:rsidP="00DD1FF3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2"/>
          <w:szCs w:val="22"/>
        </w:rPr>
      </w:pPr>
    </w:p>
    <w:p w:rsidR="00DD1FF3" w:rsidRPr="005F3987" w:rsidRDefault="00086613" w:rsidP="00DD1FF3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PREDSTAVITEV</w:t>
      </w:r>
      <w:r w:rsidR="00DD1FF3" w:rsidRPr="005F3987">
        <w:rPr>
          <w:rFonts w:ascii="Times New Roman" w:hAnsi="Times New Roman"/>
          <w:b/>
          <w:sz w:val="22"/>
          <w:szCs w:val="22"/>
        </w:rPr>
        <w:t xml:space="preserve"> PROJEKTA PRIJAVITELJA</w:t>
      </w:r>
    </w:p>
    <w:p w:rsidR="00DD1FF3" w:rsidRPr="005F3987" w:rsidRDefault="00DD1FF3" w:rsidP="00DD1FF3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  <w:sz w:val="22"/>
          <w:szCs w:val="22"/>
        </w:rPr>
      </w:pPr>
    </w:p>
    <w:p w:rsidR="00DD1FF3" w:rsidRPr="005F3987" w:rsidRDefault="00DD1FF3" w:rsidP="00DD1FF3">
      <w:pPr>
        <w:ind w:left="360"/>
        <w:rPr>
          <w:sz w:val="22"/>
          <w:szCs w:val="22"/>
        </w:rPr>
      </w:pPr>
    </w:p>
    <w:p w:rsidR="00DD1FF3" w:rsidRPr="005F3987" w:rsidRDefault="00DD1FF3" w:rsidP="00DD1FF3">
      <w:pPr>
        <w:ind w:left="360"/>
        <w:rPr>
          <w:sz w:val="22"/>
          <w:szCs w:val="22"/>
        </w:rPr>
      </w:pPr>
    </w:p>
    <w:tbl>
      <w:tblPr>
        <w:tblW w:w="92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7"/>
      </w:tblGrid>
      <w:tr w:rsidR="00DD1FF3" w:rsidRPr="005F3987" w:rsidTr="00922A06">
        <w:tc>
          <w:tcPr>
            <w:tcW w:w="9217" w:type="dxa"/>
          </w:tcPr>
          <w:p w:rsidR="00DD1FF3" w:rsidRPr="005F3987" w:rsidRDefault="00DD1FF3" w:rsidP="00922A06">
            <w:r w:rsidRPr="005F3987">
              <w:rPr>
                <w:sz w:val="22"/>
                <w:szCs w:val="22"/>
              </w:rPr>
              <w:t>Prijavitelj:</w:t>
            </w:r>
          </w:p>
          <w:p w:rsidR="00DD1FF3" w:rsidRPr="005F3987" w:rsidRDefault="00DD1FF3" w:rsidP="00922A06">
            <w:r w:rsidRPr="005F3987">
              <w:rPr>
                <w:sz w:val="22"/>
                <w:szCs w:val="22"/>
              </w:rPr>
              <w:t>__________________________</w:t>
            </w:r>
          </w:p>
        </w:tc>
      </w:tr>
      <w:tr w:rsidR="00DD1FF3" w:rsidRPr="005F3987" w:rsidTr="00922A06">
        <w:tc>
          <w:tcPr>
            <w:tcW w:w="9217" w:type="dxa"/>
          </w:tcPr>
          <w:p w:rsidR="00DD1FF3" w:rsidRPr="005F3987" w:rsidRDefault="00DD1FF3" w:rsidP="00922A06">
            <w:r w:rsidRPr="005F3987">
              <w:rPr>
                <w:sz w:val="22"/>
                <w:szCs w:val="22"/>
              </w:rPr>
              <w:t>__________________________</w:t>
            </w:r>
          </w:p>
        </w:tc>
      </w:tr>
    </w:tbl>
    <w:p w:rsidR="00DD1FF3" w:rsidRPr="005F3987" w:rsidRDefault="00DD1FF3" w:rsidP="00DD1FF3">
      <w:pPr>
        <w:rPr>
          <w:sz w:val="22"/>
          <w:szCs w:val="22"/>
        </w:rPr>
      </w:pPr>
      <w:r w:rsidRPr="005F3987">
        <w:rPr>
          <w:sz w:val="22"/>
          <w:szCs w:val="22"/>
        </w:rPr>
        <w:t>__________________________</w:t>
      </w:r>
    </w:p>
    <w:p w:rsidR="00DD1FF3" w:rsidRPr="005F3987" w:rsidRDefault="00DD1FF3" w:rsidP="00DD1FF3">
      <w:pPr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  <w:r w:rsidRPr="005F3987">
        <w:rPr>
          <w:sz w:val="22"/>
          <w:szCs w:val="22"/>
        </w:rPr>
        <w:t>Ime projekta: ________________________________________________________</w:t>
      </w:r>
    </w:p>
    <w:p w:rsidR="00DD1FF3" w:rsidRPr="005F3987" w:rsidRDefault="00DD1FF3" w:rsidP="00DD1FF3">
      <w:pPr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  <w:r w:rsidRPr="005F3987">
        <w:rPr>
          <w:sz w:val="22"/>
          <w:szCs w:val="22"/>
        </w:rPr>
        <w:t>Ime osebe, odgovorne za izvedbo projekta: ________________________________</w:t>
      </w:r>
    </w:p>
    <w:p w:rsidR="00DD1FF3" w:rsidRPr="005F3987" w:rsidRDefault="00DD1FF3" w:rsidP="00DD1FF3">
      <w:pPr>
        <w:rPr>
          <w:sz w:val="22"/>
          <w:szCs w:val="22"/>
        </w:rPr>
      </w:pPr>
    </w:p>
    <w:p w:rsidR="005B2FD7" w:rsidRDefault="00DD1FF3" w:rsidP="005B2FD7">
      <w:pPr>
        <w:numPr>
          <w:ilvl w:val="1"/>
          <w:numId w:val="33"/>
        </w:numPr>
        <w:rPr>
          <w:b/>
          <w:sz w:val="22"/>
          <w:szCs w:val="22"/>
        </w:rPr>
      </w:pPr>
      <w:r w:rsidRPr="005F3987">
        <w:rPr>
          <w:b/>
          <w:sz w:val="22"/>
          <w:szCs w:val="22"/>
        </w:rPr>
        <w:t xml:space="preserve">Kraj izvedbe projekta: </w:t>
      </w: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6B2584" w:rsidRPr="005F3987" w:rsidRDefault="006B2584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</w:p>
    <w:p w:rsidR="00DD1FF3" w:rsidRDefault="00DD1FF3" w:rsidP="00DD1FF3">
      <w:pPr>
        <w:numPr>
          <w:ilvl w:val="1"/>
          <w:numId w:val="33"/>
        </w:numPr>
        <w:rPr>
          <w:b/>
          <w:sz w:val="22"/>
          <w:szCs w:val="22"/>
        </w:rPr>
      </w:pPr>
      <w:r w:rsidRPr="005F3987">
        <w:rPr>
          <w:b/>
          <w:sz w:val="22"/>
          <w:szCs w:val="22"/>
        </w:rPr>
        <w:t>Opis vsebine in program projekta:</w:t>
      </w:r>
    </w:p>
    <w:p w:rsidR="005B2FD7" w:rsidRPr="005B2FD7" w:rsidRDefault="005B2FD7" w:rsidP="005B2FD7">
      <w:pPr>
        <w:rPr>
          <w:sz w:val="18"/>
          <w:szCs w:val="22"/>
        </w:rPr>
      </w:pPr>
      <w:r>
        <w:rPr>
          <w:sz w:val="18"/>
          <w:szCs w:val="22"/>
        </w:rPr>
        <w:t>V</w:t>
      </w:r>
      <w:r w:rsidRPr="005B2FD7">
        <w:rPr>
          <w:sz w:val="18"/>
          <w:szCs w:val="22"/>
        </w:rPr>
        <w:t xml:space="preserve"> primeru, da se projekt izvaja izven območja občine Škofja Loka, utemeljite tudi izpolnjevanje</w:t>
      </w:r>
      <w:r>
        <w:rPr>
          <w:sz w:val="18"/>
          <w:szCs w:val="22"/>
        </w:rPr>
        <w:t xml:space="preserve"> dodatnih</w:t>
      </w:r>
      <w:r w:rsidRPr="005B2FD7">
        <w:rPr>
          <w:sz w:val="18"/>
          <w:szCs w:val="22"/>
        </w:rPr>
        <w:t xml:space="preserve"> dveh pogojev:</w:t>
      </w:r>
    </w:p>
    <w:p w:rsidR="005B2FD7" w:rsidRPr="005B2FD7" w:rsidRDefault="005B2FD7" w:rsidP="005B2FD7">
      <w:pPr>
        <w:pStyle w:val="Odstavekseznama"/>
        <w:numPr>
          <w:ilvl w:val="0"/>
          <w:numId w:val="35"/>
        </w:numPr>
        <w:rPr>
          <w:sz w:val="18"/>
          <w:szCs w:val="22"/>
        </w:rPr>
      </w:pPr>
      <w:r>
        <w:rPr>
          <w:sz w:val="18"/>
          <w:szCs w:val="22"/>
        </w:rPr>
        <w:t xml:space="preserve">da </w:t>
      </w:r>
      <w:r w:rsidRPr="005B2FD7">
        <w:rPr>
          <w:sz w:val="18"/>
          <w:szCs w:val="22"/>
        </w:rPr>
        <w:t xml:space="preserve">so člani te pravne osebe občani oz. občanke občine Škofje Loke; </w:t>
      </w:r>
    </w:p>
    <w:p w:rsidR="005B2FD7" w:rsidRPr="005B2FD7" w:rsidRDefault="005B2FD7" w:rsidP="005B2FD7">
      <w:pPr>
        <w:pStyle w:val="Odstavekseznama"/>
        <w:numPr>
          <w:ilvl w:val="0"/>
          <w:numId w:val="35"/>
        </w:numPr>
        <w:rPr>
          <w:sz w:val="18"/>
          <w:szCs w:val="22"/>
        </w:rPr>
      </w:pPr>
      <w:r>
        <w:rPr>
          <w:sz w:val="18"/>
          <w:szCs w:val="22"/>
        </w:rPr>
        <w:t xml:space="preserve">da </w:t>
      </w:r>
      <w:r w:rsidRPr="005B2FD7">
        <w:rPr>
          <w:sz w:val="18"/>
          <w:szCs w:val="22"/>
        </w:rPr>
        <w:t>projekt doprinese k ugledu in (medijski) prepoznavnosti občine, njenih občanov ali širši skupnosti</w:t>
      </w:r>
      <w:r>
        <w:rPr>
          <w:sz w:val="18"/>
          <w:szCs w:val="22"/>
        </w:rPr>
        <w:t>.</w:t>
      </w: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</w:p>
    <w:p w:rsidR="00DD1FF3" w:rsidRPr="005F3987" w:rsidRDefault="00DD1FF3" w:rsidP="00DD1FF3">
      <w:pPr>
        <w:numPr>
          <w:ilvl w:val="1"/>
          <w:numId w:val="33"/>
        </w:numPr>
        <w:rPr>
          <w:b/>
          <w:sz w:val="22"/>
          <w:szCs w:val="22"/>
        </w:rPr>
      </w:pPr>
      <w:r w:rsidRPr="005F3987">
        <w:rPr>
          <w:b/>
          <w:sz w:val="22"/>
          <w:szCs w:val="22"/>
        </w:rPr>
        <w:t>Predvideno število udeležencev:</w:t>
      </w: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6B2584" w:rsidRPr="005F3987" w:rsidRDefault="006B2584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</w:p>
    <w:p w:rsidR="00DD1FF3" w:rsidRPr="005F3987" w:rsidRDefault="006B2584" w:rsidP="00DD1FF3">
      <w:pPr>
        <w:numPr>
          <w:ilvl w:val="1"/>
          <w:numId w:val="3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Časovna</w:t>
      </w:r>
      <w:r w:rsidR="00DD1FF3" w:rsidRPr="005F3987">
        <w:rPr>
          <w:b/>
          <w:sz w:val="22"/>
          <w:szCs w:val="22"/>
        </w:rPr>
        <w:t xml:space="preserve"> opredelite</w:t>
      </w:r>
      <w:r>
        <w:rPr>
          <w:b/>
          <w:sz w:val="22"/>
          <w:szCs w:val="22"/>
        </w:rPr>
        <w:t>v</w:t>
      </w:r>
      <w:r w:rsidR="00DD1FF3" w:rsidRPr="005F3987">
        <w:rPr>
          <w:b/>
          <w:sz w:val="22"/>
          <w:szCs w:val="22"/>
        </w:rPr>
        <w:t xml:space="preserve"> trajanje projekta</w:t>
      </w: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Default="00DD1FF3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6B2584" w:rsidRPr="005F3987" w:rsidRDefault="006B2584" w:rsidP="00DD1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DD1FF3" w:rsidRPr="005F3987" w:rsidRDefault="00DD1FF3" w:rsidP="00DD1FF3">
      <w:pPr>
        <w:rPr>
          <w:b/>
          <w:sz w:val="22"/>
          <w:szCs w:val="22"/>
        </w:rPr>
      </w:pPr>
    </w:p>
    <w:p w:rsidR="00DD1FF3" w:rsidRPr="005F3987" w:rsidRDefault="00DD1FF3" w:rsidP="00DD1FF3">
      <w:pPr>
        <w:numPr>
          <w:ilvl w:val="1"/>
          <w:numId w:val="33"/>
        </w:numPr>
        <w:rPr>
          <w:b/>
          <w:sz w:val="22"/>
          <w:szCs w:val="22"/>
        </w:rPr>
      </w:pPr>
      <w:r w:rsidRPr="005F3987">
        <w:rPr>
          <w:b/>
          <w:sz w:val="22"/>
          <w:szCs w:val="22"/>
        </w:rPr>
        <w:t>Finančna konstrukcija projekta</w:t>
      </w:r>
    </w:p>
    <w:p w:rsidR="00DD1FF3" w:rsidRPr="005F3987" w:rsidRDefault="00DD1FF3" w:rsidP="00DD1FF3">
      <w:pPr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  <w:r w:rsidRPr="005F3987">
        <w:rPr>
          <w:sz w:val="22"/>
          <w:szCs w:val="22"/>
        </w:rPr>
        <w:t>Ocenjena skupna vrednost projekta znaša: _______________________ EUR</w:t>
      </w:r>
    </w:p>
    <w:p w:rsidR="00DD1FF3" w:rsidRPr="005F3987" w:rsidRDefault="00DD1FF3" w:rsidP="00DD1FF3">
      <w:pPr>
        <w:rPr>
          <w:sz w:val="22"/>
          <w:szCs w:val="22"/>
        </w:rPr>
      </w:pPr>
    </w:p>
    <w:p w:rsidR="00DD1FF3" w:rsidRDefault="00DD1FF3" w:rsidP="00DD1FF3">
      <w:pPr>
        <w:rPr>
          <w:b/>
          <w:sz w:val="22"/>
          <w:szCs w:val="22"/>
        </w:rPr>
      </w:pPr>
      <w:r w:rsidRPr="005F3987">
        <w:rPr>
          <w:b/>
          <w:sz w:val="22"/>
          <w:szCs w:val="22"/>
        </w:rPr>
        <w:t>Viri financiranja projekta</w:t>
      </w:r>
    </w:p>
    <w:p w:rsidR="006B2584" w:rsidRPr="005F3987" w:rsidRDefault="006B2584" w:rsidP="00DD1FF3">
      <w:pPr>
        <w:rPr>
          <w:b/>
          <w:sz w:val="22"/>
          <w:szCs w:val="22"/>
        </w:rPr>
      </w:pPr>
    </w:p>
    <w:tbl>
      <w:tblPr>
        <w:tblW w:w="9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0"/>
        <w:gridCol w:w="2126"/>
      </w:tblGrid>
      <w:tr w:rsidR="00DD1FF3" w:rsidRPr="005F3987" w:rsidTr="006B2584"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r w:rsidRPr="005F3987">
              <w:rPr>
                <w:sz w:val="22"/>
                <w:szCs w:val="22"/>
              </w:rPr>
              <w:t xml:space="preserve">Sredstva prijavitelja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pPr>
              <w:jc w:val="right"/>
            </w:pPr>
            <w:r w:rsidRPr="005F3987">
              <w:rPr>
                <w:sz w:val="22"/>
                <w:szCs w:val="22"/>
              </w:rPr>
              <w:t>EUR</w:t>
            </w:r>
          </w:p>
        </w:tc>
      </w:tr>
      <w:tr w:rsidR="00DD1FF3" w:rsidRPr="005F3987" w:rsidTr="006B2584"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r w:rsidRPr="005F3987">
              <w:rPr>
                <w:sz w:val="22"/>
                <w:szCs w:val="22"/>
              </w:rPr>
              <w:t>Donacije fizičnih oz. pravnih oseb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pPr>
              <w:jc w:val="right"/>
            </w:pPr>
            <w:r w:rsidRPr="005F3987">
              <w:rPr>
                <w:sz w:val="22"/>
                <w:szCs w:val="22"/>
              </w:rPr>
              <w:t>EUR</w:t>
            </w:r>
          </w:p>
        </w:tc>
      </w:tr>
      <w:tr w:rsidR="00DD1FF3" w:rsidRPr="005F3987" w:rsidTr="006B2584"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r w:rsidRPr="005F3987">
              <w:rPr>
                <w:sz w:val="22"/>
                <w:szCs w:val="22"/>
              </w:rPr>
              <w:t>Prispevki uporabnikov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pPr>
              <w:jc w:val="right"/>
            </w:pPr>
            <w:r w:rsidRPr="005F3987">
              <w:rPr>
                <w:sz w:val="22"/>
                <w:szCs w:val="22"/>
              </w:rPr>
              <w:t>EUR</w:t>
            </w:r>
          </w:p>
        </w:tc>
      </w:tr>
      <w:tr w:rsidR="00DD1FF3" w:rsidRPr="005F3987" w:rsidTr="006B2584"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r w:rsidRPr="005F3987">
              <w:rPr>
                <w:sz w:val="22"/>
                <w:szCs w:val="22"/>
              </w:rPr>
              <w:t xml:space="preserve">Pričakovana sredstva tega razpisa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pPr>
              <w:jc w:val="right"/>
            </w:pPr>
            <w:r w:rsidRPr="005F3987">
              <w:rPr>
                <w:sz w:val="22"/>
                <w:szCs w:val="22"/>
              </w:rPr>
              <w:t>EUR</w:t>
            </w:r>
          </w:p>
        </w:tc>
      </w:tr>
      <w:tr w:rsidR="00DD1FF3" w:rsidRPr="005F3987" w:rsidTr="006B2584">
        <w:trPr>
          <w:trHeight w:val="416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DD1FF3" w:rsidRPr="005F3987" w:rsidRDefault="006B2584" w:rsidP="006B2584">
            <w:r>
              <w:rPr>
                <w:sz w:val="22"/>
                <w:szCs w:val="22"/>
              </w:rPr>
              <w:t>SKUPAJ</w:t>
            </w:r>
            <w:r w:rsidR="00DD1FF3" w:rsidRPr="005F398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DD1FF3" w:rsidRPr="005F3987" w:rsidRDefault="00DD1FF3" w:rsidP="006B2584">
            <w:pPr>
              <w:jc w:val="right"/>
            </w:pPr>
            <w:r w:rsidRPr="005F3987">
              <w:rPr>
                <w:sz w:val="22"/>
                <w:szCs w:val="22"/>
              </w:rPr>
              <w:t>EUR</w:t>
            </w:r>
          </w:p>
        </w:tc>
      </w:tr>
    </w:tbl>
    <w:p w:rsidR="00DD1FF3" w:rsidRPr="005F3987" w:rsidRDefault="00DD1FF3" w:rsidP="00DD1FF3">
      <w:pPr>
        <w:rPr>
          <w:sz w:val="22"/>
          <w:szCs w:val="22"/>
        </w:rPr>
      </w:pPr>
    </w:p>
    <w:p w:rsidR="00DD1FF3" w:rsidRDefault="00DD1FF3" w:rsidP="00DD1FF3">
      <w:pPr>
        <w:rPr>
          <w:b/>
          <w:sz w:val="22"/>
          <w:szCs w:val="22"/>
        </w:rPr>
      </w:pPr>
      <w:r w:rsidRPr="005F3987">
        <w:rPr>
          <w:b/>
          <w:sz w:val="22"/>
          <w:szCs w:val="22"/>
        </w:rPr>
        <w:t xml:space="preserve">Struktura stroškov projekta </w:t>
      </w:r>
    </w:p>
    <w:p w:rsidR="006B2584" w:rsidRPr="005F3987" w:rsidRDefault="006B2584" w:rsidP="00DD1FF3">
      <w:pPr>
        <w:rPr>
          <w:b/>
          <w:sz w:val="22"/>
          <w:szCs w:val="22"/>
        </w:rPr>
      </w:pPr>
    </w:p>
    <w:tbl>
      <w:tblPr>
        <w:tblW w:w="9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0"/>
        <w:gridCol w:w="2126"/>
      </w:tblGrid>
      <w:tr w:rsidR="00DD1FF3" w:rsidRPr="005F3987" w:rsidTr="006B2584"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r w:rsidRPr="005F3987">
              <w:rPr>
                <w:sz w:val="22"/>
                <w:szCs w:val="22"/>
              </w:rPr>
              <w:t>Administrativni stroški</w:t>
            </w:r>
          </w:p>
          <w:p w:rsidR="00DD1FF3" w:rsidRPr="005F3987" w:rsidRDefault="00DD1FF3" w:rsidP="00922A06">
            <w:r w:rsidRPr="005F3987">
              <w:rPr>
                <w:sz w:val="22"/>
                <w:szCs w:val="22"/>
              </w:rPr>
              <w:t>(avtorske pogodbe, stroški telefona, poštnih storitev, pisarniškega materiala, oglaševanje, stroški prevoza…)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pPr>
              <w:jc w:val="right"/>
            </w:pPr>
            <w:r w:rsidRPr="005F3987">
              <w:rPr>
                <w:sz w:val="22"/>
                <w:szCs w:val="22"/>
              </w:rPr>
              <w:t>EUR</w:t>
            </w:r>
          </w:p>
        </w:tc>
      </w:tr>
      <w:tr w:rsidR="00DD1FF3" w:rsidRPr="005F3987" w:rsidTr="006B2584"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r w:rsidRPr="005F3987">
              <w:rPr>
                <w:sz w:val="22"/>
                <w:szCs w:val="22"/>
              </w:rPr>
              <w:t>Stroški izvajalcev</w:t>
            </w:r>
          </w:p>
          <w:p w:rsidR="00DD1FF3" w:rsidRPr="005F3987" w:rsidRDefault="00DD1FF3" w:rsidP="00922A06">
            <w:r w:rsidRPr="005F3987">
              <w:rPr>
                <w:sz w:val="22"/>
                <w:szCs w:val="22"/>
              </w:rPr>
              <w:t>(lektoriranje, povezovanje programa, stroški prevoza, stroški hrane…)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pPr>
              <w:jc w:val="right"/>
            </w:pPr>
            <w:r w:rsidRPr="005F3987">
              <w:rPr>
                <w:sz w:val="22"/>
                <w:szCs w:val="22"/>
              </w:rPr>
              <w:t>EUR</w:t>
            </w:r>
          </w:p>
        </w:tc>
      </w:tr>
      <w:tr w:rsidR="00DD1FF3" w:rsidRPr="005F3987" w:rsidTr="006B2584"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r w:rsidRPr="005F3987">
              <w:rPr>
                <w:sz w:val="22"/>
                <w:szCs w:val="22"/>
              </w:rPr>
              <w:t xml:space="preserve">Stroški najema prostora </w:t>
            </w:r>
          </w:p>
          <w:p w:rsidR="00DD1FF3" w:rsidRPr="005F3987" w:rsidRDefault="00DD1FF3" w:rsidP="00922A06">
            <w:r w:rsidRPr="005F3987">
              <w:rPr>
                <w:sz w:val="22"/>
                <w:szCs w:val="22"/>
              </w:rPr>
              <w:t>(najem prostora, najem tehničnih sredstev…)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pPr>
              <w:jc w:val="right"/>
            </w:pPr>
            <w:r w:rsidRPr="005F3987">
              <w:rPr>
                <w:sz w:val="22"/>
                <w:szCs w:val="22"/>
              </w:rPr>
              <w:t>EUR</w:t>
            </w:r>
          </w:p>
        </w:tc>
      </w:tr>
      <w:tr w:rsidR="00DD1FF3" w:rsidRPr="005F3987" w:rsidTr="006B2584"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r w:rsidRPr="005F3987">
              <w:rPr>
                <w:sz w:val="22"/>
                <w:szCs w:val="22"/>
              </w:rPr>
              <w:t>Drugi stroški:</w:t>
            </w:r>
          </w:p>
          <w:p w:rsidR="00DD1FF3" w:rsidRPr="005F3987" w:rsidRDefault="00DD1FF3" w:rsidP="00922A06">
            <w:r w:rsidRPr="005F3987">
              <w:rPr>
                <w:sz w:val="22"/>
                <w:szCs w:val="22"/>
              </w:rPr>
              <w:t xml:space="preserve">- </w:t>
            </w:r>
          </w:p>
          <w:p w:rsidR="00DD1FF3" w:rsidRPr="005F3987" w:rsidRDefault="00DD1FF3" w:rsidP="00922A06">
            <w:r w:rsidRPr="005F3987">
              <w:rPr>
                <w:sz w:val="22"/>
                <w:szCs w:val="22"/>
              </w:rPr>
              <w:t xml:space="preserve">- </w:t>
            </w:r>
          </w:p>
          <w:p w:rsidR="00DD1FF3" w:rsidRPr="005F3987" w:rsidRDefault="00DD1FF3" w:rsidP="00922A06">
            <w:r w:rsidRPr="005F3987">
              <w:rPr>
                <w:sz w:val="22"/>
                <w:szCs w:val="22"/>
              </w:rPr>
              <w:t xml:space="preserve">-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F3" w:rsidRPr="005F3987" w:rsidRDefault="00DD1FF3" w:rsidP="00922A06">
            <w:pPr>
              <w:jc w:val="right"/>
            </w:pPr>
          </w:p>
          <w:p w:rsidR="00DD1FF3" w:rsidRPr="005F3987" w:rsidRDefault="00DD1FF3" w:rsidP="00922A06">
            <w:pPr>
              <w:jc w:val="right"/>
            </w:pPr>
            <w:r w:rsidRPr="005F3987">
              <w:rPr>
                <w:sz w:val="22"/>
                <w:szCs w:val="22"/>
              </w:rPr>
              <w:t xml:space="preserve">EUR </w:t>
            </w:r>
          </w:p>
          <w:p w:rsidR="00DD1FF3" w:rsidRPr="005F3987" w:rsidRDefault="00DD1FF3" w:rsidP="00922A06">
            <w:pPr>
              <w:jc w:val="right"/>
            </w:pPr>
            <w:r w:rsidRPr="005F3987">
              <w:rPr>
                <w:sz w:val="22"/>
                <w:szCs w:val="22"/>
              </w:rPr>
              <w:t>EUR</w:t>
            </w:r>
          </w:p>
          <w:p w:rsidR="00DD1FF3" w:rsidRPr="005F3987" w:rsidRDefault="00DD1FF3" w:rsidP="00922A06">
            <w:pPr>
              <w:jc w:val="right"/>
            </w:pPr>
            <w:r w:rsidRPr="005F3987">
              <w:rPr>
                <w:sz w:val="22"/>
                <w:szCs w:val="22"/>
              </w:rPr>
              <w:t>EUR</w:t>
            </w:r>
          </w:p>
        </w:tc>
      </w:tr>
      <w:tr w:rsidR="00DD1FF3" w:rsidRPr="005F3987" w:rsidTr="006B2584">
        <w:trPr>
          <w:trHeight w:val="442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DD1FF3" w:rsidRPr="005F3987" w:rsidRDefault="006B2584" w:rsidP="006B2584">
            <w:r>
              <w:rPr>
                <w:sz w:val="22"/>
                <w:szCs w:val="22"/>
              </w:rPr>
              <w:t>SKUPAJ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:rsidR="00DD1FF3" w:rsidRPr="005F3987" w:rsidRDefault="00DD1FF3" w:rsidP="006B2584">
            <w:pPr>
              <w:jc w:val="right"/>
            </w:pPr>
            <w:r w:rsidRPr="005F3987">
              <w:rPr>
                <w:sz w:val="22"/>
                <w:szCs w:val="22"/>
              </w:rPr>
              <w:t>EUR</w:t>
            </w:r>
          </w:p>
        </w:tc>
      </w:tr>
    </w:tbl>
    <w:p w:rsidR="00DD1FF3" w:rsidRPr="005F3987" w:rsidRDefault="00DD1FF3" w:rsidP="00DD1FF3">
      <w:pPr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  <w:r w:rsidRPr="005F3987">
        <w:rPr>
          <w:sz w:val="22"/>
          <w:szCs w:val="22"/>
        </w:rPr>
        <w:t>DATUM: __________________           ŽIG IN PODPIS: _______________________</w:t>
      </w:r>
    </w:p>
    <w:p w:rsidR="00DD1FF3" w:rsidRPr="00086613" w:rsidRDefault="00DD1FF3" w:rsidP="00086613">
      <w:pPr>
        <w:rPr>
          <w:sz w:val="22"/>
          <w:szCs w:val="22"/>
        </w:rPr>
      </w:pPr>
    </w:p>
    <w:sectPr w:rsidR="00DD1FF3" w:rsidRPr="00086613" w:rsidSect="006B2584">
      <w:headerReference w:type="first" r:id="rId8"/>
      <w:pgSz w:w="11906" w:h="16838" w:code="9"/>
      <w:pgMar w:top="1418" w:right="1418" w:bottom="1418" w:left="1418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872" w:rsidRDefault="00E11872" w:rsidP="00A55117">
      <w:r>
        <w:separator/>
      </w:r>
    </w:p>
  </w:endnote>
  <w:endnote w:type="continuationSeparator" w:id="0">
    <w:p w:rsidR="00E11872" w:rsidRDefault="00E11872" w:rsidP="00A55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872" w:rsidRDefault="00E11872" w:rsidP="00A55117">
      <w:r>
        <w:separator/>
      </w:r>
    </w:p>
  </w:footnote>
  <w:footnote w:type="continuationSeparator" w:id="0">
    <w:p w:rsidR="00E11872" w:rsidRDefault="00E11872" w:rsidP="00A55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13" w:rsidRPr="00086613" w:rsidRDefault="00086613">
    <w:pPr>
      <w:pStyle w:val="Glav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OBČINA ŠKOFJA LOKA - </w:t>
    </w:r>
    <w:r w:rsidRPr="00CF6536">
      <w:rPr>
        <w:rFonts w:ascii="Times New Roman" w:hAnsi="Times New Roman" w:cs="Times New Roman"/>
      </w:rPr>
      <w:t xml:space="preserve">JP </w:t>
    </w:r>
    <w:r>
      <w:rPr>
        <w:rFonts w:ascii="Times New Roman" w:hAnsi="Times New Roman" w:cs="Times New Roman"/>
      </w:rPr>
      <w:t>– POKROVITELJSTVO ŽUPANA 202</w:t>
    </w:r>
    <w:r w:rsidR="00055D98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tab/>
      <w:t>obrazec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BD9"/>
    <w:multiLevelType w:val="hybridMultilevel"/>
    <w:tmpl w:val="60DAF7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A4867"/>
    <w:multiLevelType w:val="hybridMultilevel"/>
    <w:tmpl w:val="1D1880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A6079"/>
    <w:multiLevelType w:val="singleLevel"/>
    <w:tmpl w:val="F6607CD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/>
        <w:caps w:val="0"/>
        <w:sz w:val="24"/>
      </w:rPr>
    </w:lvl>
  </w:abstractNum>
  <w:abstractNum w:abstractNumId="3" w15:restartNumberingAfterBreak="0">
    <w:nsid w:val="076603D7"/>
    <w:multiLevelType w:val="singleLevel"/>
    <w:tmpl w:val="DF80D2D6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08C80BBB"/>
    <w:multiLevelType w:val="hybridMultilevel"/>
    <w:tmpl w:val="52E48D12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C3010"/>
    <w:multiLevelType w:val="hybridMultilevel"/>
    <w:tmpl w:val="12BC04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A243F"/>
    <w:multiLevelType w:val="singleLevel"/>
    <w:tmpl w:val="0424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EA752BB"/>
    <w:multiLevelType w:val="hybridMultilevel"/>
    <w:tmpl w:val="1C66B658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B2AAD"/>
    <w:multiLevelType w:val="hybridMultilevel"/>
    <w:tmpl w:val="CEE6EB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F5CC5"/>
    <w:multiLevelType w:val="multilevel"/>
    <w:tmpl w:val="6C16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BF770B"/>
    <w:multiLevelType w:val="multilevel"/>
    <w:tmpl w:val="6CC6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A36A3B"/>
    <w:multiLevelType w:val="multilevel"/>
    <w:tmpl w:val="8AF8E2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 w15:restartNumberingAfterBreak="0">
    <w:nsid w:val="20B62422"/>
    <w:multiLevelType w:val="hybridMultilevel"/>
    <w:tmpl w:val="E6DE85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B5432"/>
    <w:multiLevelType w:val="hybridMultilevel"/>
    <w:tmpl w:val="6D667D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60FDC"/>
    <w:multiLevelType w:val="hybridMultilevel"/>
    <w:tmpl w:val="EE0C0492"/>
    <w:lvl w:ilvl="0" w:tplc="09822E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BC0312"/>
    <w:multiLevelType w:val="hybridMultilevel"/>
    <w:tmpl w:val="BB762100"/>
    <w:lvl w:ilvl="0" w:tplc="350EB7C0">
      <w:start w:val="42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6" w15:restartNumberingAfterBreak="0">
    <w:nsid w:val="341C47F9"/>
    <w:multiLevelType w:val="hybridMultilevel"/>
    <w:tmpl w:val="E56C2704"/>
    <w:lvl w:ilvl="0" w:tplc="F9142D80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F736E"/>
    <w:multiLevelType w:val="hybridMultilevel"/>
    <w:tmpl w:val="0D444B96"/>
    <w:lvl w:ilvl="0" w:tplc="E38E67A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464B6"/>
    <w:multiLevelType w:val="hybridMultilevel"/>
    <w:tmpl w:val="C6BC90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C41F7"/>
    <w:multiLevelType w:val="hybridMultilevel"/>
    <w:tmpl w:val="1C846702"/>
    <w:lvl w:ilvl="0" w:tplc="B602F17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0F5C9E"/>
    <w:multiLevelType w:val="hybridMultilevel"/>
    <w:tmpl w:val="A7AAC5CC"/>
    <w:lvl w:ilvl="0" w:tplc="3FD08CC4">
      <w:start w:val="42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621C68"/>
    <w:multiLevelType w:val="hybridMultilevel"/>
    <w:tmpl w:val="9D02BC9E"/>
    <w:lvl w:ilvl="0" w:tplc="A40E467C">
      <w:start w:val="1"/>
      <w:numFmt w:val="decimal"/>
      <w:lvlText w:val="%1."/>
      <w:lvlJc w:val="left"/>
      <w:pPr>
        <w:tabs>
          <w:tab w:val="num" w:pos="680"/>
        </w:tabs>
        <w:ind w:left="737" w:hanging="397"/>
      </w:pPr>
      <w:rPr>
        <w:rFonts w:hint="default"/>
        <w:b w:val="0"/>
        <w:i/>
      </w:rPr>
    </w:lvl>
    <w:lvl w:ilvl="1" w:tplc="673E41D2">
      <w:start w:val="3"/>
      <w:numFmt w:val="upperRoman"/>
      <w:lvlText w:val="%2."/>
      <w:lvlJc w:val="left"/>
      <w:pPr>
        <w:tabs>
          <w:tab w:val="num" w:pos="284"/>
        </w:tabs>
        <w:ind w:left="0" w:firstLine="0"/>
      </w:pPr>
      <w:rPr>
        <w:rFonts w:hint="default"/>
        <w:b w:val="0"/>
        <w:i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4D4EC0"/>
    <w:multiLevelType w:val="hybridMultilevel"/>
    <w:tmpl w:val="CF1A90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303AB"/>
    <w:multiLevelType w:val="hybridMultilevel"/>
    <w:tmpl w:val="208AC9FA"/>
    <w:lvl w:ilvl="0" w:tplc="368CFDBE">
      <w:start w:val="9"/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6B2BA2"/>
    <w:multiLevelType w:val="hybridMultilevel"/>
    <w:tmpl w:val="BA20CD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E291D"/>
    <w:multiLevelType w:val="hybridMultilevel"/>
    <w:tmpl w:val="7078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250BB"/>
    <w:multiLevelType w:val="hybridMultilevel"/>
    <w:tmpl w:val="A2760682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4A31E1"/>
    <w:multiLevelType w:val="hybridMultilevel"/>
    <w:tmpl w:val="6DF240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17827"/>
    <w:multiLevelType w:val="hybridMultilevel"/>
    <w:tmpl w:val="90C8DBD0"/>
    <w:lvl w:ilvl="0" w:tplc="759E96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117ED"/>
    <w:multiLevelType w:val="hybridMultilevel"/>
    <w:tmpl w:val="0BF65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435E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CB64C0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7497E0A"/>
    <w:multiLevelType w:val="hybridMultilevel"/>
    <w:tmpl w:val="41F827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212E6"/>
    <w:multiLevelType w:val="hybridMultilevel"/>
    <w:tmpl w:val="808883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8763B"/>
    <w:multiLevelType w:val="hybridMultilevel"/>
    <w:tmpl w:val="DC9AA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7B0C0F"/>
    <w:multiLevelType w:val="hybridMultilevel"/>
    <w:tmpl w:val="B16E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1"/>
  </w:num>
  <w:num w:numId="4">
    <w:abstractNumId w:val="14"/>
  </w:num>
  <w:num w:numId="5">
    <w:abstractNumId w:val="15"/>
  </w:num>
  <w:num w:numId="6">
    <w:abstractNumId w:val="33"/>
  </w:num>
  <w:num w:numId="7">
    <w:abstractNumId w:val="29"/>
  </w:num>
  <w:num w:numId="8">
    <w:abstractNumId w:val="5"/>
  </w:num>
  <w:num w:numId="9">
    <w:abstractNumId w:val="13"/>
  </w:num>
  <w:num w:numId="10">
    <w:abstractNumId w:val="18"/>
  </w:num>
  <w:num w:numId="11">
    <w:abstractNumId w:val="26"/>
  </w:num>
  <w:num w:numId="12">
    <w:abstractNumId w:val="27"/>
  </w:num>
  <w:num w:numId="13">
    <w:abstractNumId w:val="12"/>
  </w:num>
  <w:num w:numId="14">
    <w:abstractNumId w:val="4"/>
  </w:num>
  <w:num w:numId="15">
    <w:abstractNumId w:val="7"/>
  </w:num>
  <w:num w:numId="16">
    <w:abstractNumId w:val="6"/>
  </w:num>
  <w:num w:numId="17">
    <w:abstractNumId w:val="31"/>
  </w:num>
  <w:num w:numId="18">
    <w:abstractNumId w:val="8"/>
  </w:num>
  <w:num w:numId="19">
    <w:abstractNumId w:val="25"/>
  </w:num>
  <w:num w:numId="20">
    <w:abstractNumId w:val="32"/>
  </w:num>
  <w:num w:numId="21">
    <w:abstractNumId w:val="1"/>
  </w:num>
  <w:num w:numId="22">
    <w:abstractNumId w:val="34"/>
  </w:num>
  <w:num w:numId="23">
    <w:abstractNumId w:val="24"/>
  </w:num>
  <w:num w:numId="24">
    <w:abstractNumId w:val="0"/>
  </w:num>
  <w:num w:numId="25">
    <w:abstractNumId w:val="20"/>
  </w:num>
  <w:num w:numId="26">
    <w:abstractNumId w:val="22"/>
  </w:num>
  <w:num w:numId="27">
    <w:abstractNumId w:val="35"/>
  </w:num>
  <w:num w:numId="28">
    <w:abstractNumId w:val="19"/>
  </w:num>
  <w:num w:numId="29">
    <w:abstractNumId w:val="17"/>
  </w:num>
  <w:num w:numId="30">
    <w:abstractNumId w:val="30"/>
  </w:num>
  <w:num w:numId="31">
    <w:abstractNumId w:val="2"/>
  </w:num>
  <w:num w:numId="32">
    <w:abstractNumId w:val="3"/>
  </w:num>
  <w:num w:numId="33">
    <w:abstractNumId w:val="11"/>
  </w:num>
  <w:num w:numId="34">
    <w:abstractNumId w:val="23"/>
  </w:num>
  <w:num w:numId="35">
    <w:abstractNumId w:val="28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DC"/>
    <w:rsid w:val="00000759"/>
    <w:rsid w:val="000136EB"/>
    <w:rsid w:val="00017120"/>
    <w:rsid w:val="00021011"/>
    <w:rsid w:val="00031EF9"/>
    <w:rsid w:val="0005128A"/>
    <w:rsid w:val="000516D8"/>
    <w:rsid w:val="00055D98"/>
    <w:rsid w:val="000623FD"/>
    <w:rsid w:val="0006334B"/>
    <w:rsid w:val="00070FEF"/>
    <w:rsid w:val="00086613"/>
    <w:rsid w:val="000866E1"/>
    <w:rsid w:val="00087A4A"/>
    <w:rsid w:val="00093BEB"/>
    <w:rsid w:val="000957CF"/>
    <w:rsid w:val="000C505E"/>
    <w:rsid w:val="000D3FB8"/>
    <w:rsid w:val="000E6382"/>
    <w:rsid w:val="00100FF8"/>
    <w:rsid w:val="00106A3B"/>
    <w:rsid w:val="00107351"/>
    <w:rsid w:val="00111601"/>
    <w:rsid w:val="001430F6"/>
    <w:rsid w:val="00144586"/>
    <w:rsid w:val="00160B74"/>
    <w:rsid w:val="001843D2"/>
    <w:rsid w:val="00193CC5"/>
    <w:rsid w:val="001A3AC9"/>
    <w:rsid w:val="001B1C01"/>
    <w:rsid w:val="001C11AC"/>
    <w:rsid w:val="001C5BCA"/>
    <w:rsid w:val="001D0BFD"/>
    <w:rsid w:val="001D7348"/>
    <w:rsid w:val="001F3DD7"/>
    <w:rsid w:val="00206B7D"/>
    <w:rsid w:val="00207DE0"/>
    <w:rsid w:val="00226AAC"/>
    <w:rsid w:val="00236FFB"/>
    <w:rsid w:val="002472DE"/>
    <w:rsid w:val="00251F4B"/>
    <w:rsid w:val="00266BC2"/>
    <w:rsid w:val="00284534"/>
    <w:rsid w:val="002C0907"/>
    <w:rsid w:val="002C1FC8"/>
    <w:rsid w:val="002D6E95"/>
    <w:rsid w:val="002E71CF"/>
    <w:rsid w:val="002F1AF3"/>
    <w:rsid w:val="00321821"/>
    <w:rsid w:val="0035288B"/>
    <w:rsid w:val="00362722"/>
    <w:rsid w:val="00376D98"/>
    <w:rsid w:val="00386855"/>
    <w:rsid w:val="003978DB"/>
    <w:rsid w:val="003A03BA"/>
    <w:rsid w:val="003D10E3"/>
    <w:rsid w:val="003D30CB"/>
    <w:rsid w:val="003F14D4"/>
    <w:rsid w:val="00405616"/>
    <w:rsid w:val="00436732"/>
    <w:rsid w:val="004375DF"/>
    <w:rsid w:val="004510AC"/>
    <w:rsid w:val="0046129F"/>
    <w:rsid w:val="0048027A"/>
    <w:rsid w:val="00481EEA"/>
    <w:rsid w:val="00484E9E"/>
    <w:rsid w:val="004A2198"/>
    <w:rsid w:val="004A2E7B"/>
    <w:rsid w:val="004A4033"/>
    <w:rsid w:val="004B5B48"/>
    <w:rsid w:val="004D45ED"/>
    <w:rsid w:val="004E1673"/>
    <w:rsid w:val="004E79A1"/>
    <w:rsid w:val="00520E79"/>
    <w:rsid w:val="00522A49"/>
    <w:rsid w:val="00522A62"/>
    <w:rsid w:val="00524B69"/>
    <w:rsid w:val="00540241"/>
    <w:rsid w:val="00543E27"/>
    <w:rsid w:val="00564F8F"/>
    <w:rsid w:val="0058006D"/>
    <w:rsid w:val="00587C04"/>
    <w:rsid w:val="005930EE"/>
    <w:rsid w:val="00595C91"/>
    <w:rsid w:val="005A10BD"/>
    <w:rsid w:val="005A31B5"/>
    <w:rsid w:val="005A5481"/>
    <w:rsid w:val="005B2FD7"/>
    <w:rsid w:val="005B3935"/>
    <w:rsid w:val="005B4C2B"/>
    <w:rsid w:val="005C661D"/>
    <w:rsid w:val="005F3987"/>
    <w:rsid w:val="005F6AB3"/>
    <w:rsid w:val="005F78A3"/>
    <w:rsid w:val="00604F0D"/>
    <w:rsid w:val="006070E7"/>
    <w:rsid w:val="00607FBA"/>
    <w:rsid w:val="00611954"/>
    <w:rsid w:val="00612553"/>
    <w:rsid w:val="006332B8"/>
    <w:rsid w:val="006350A1"/>
    <w:rsid w:val="006352A7"/>
    <w:rsid w:val="00647DA4"/>
    <w:rsid w:val="00650932"/>
    <w:rsid w:val="00673141"/>
    <w:rsid w:val="006756E7"/>
    <w:rsid w:val="00676FC7"/>
    <w:rsid w:val="0068395B"/>
    <w:rsid w:val="006B2584"/>
    <w:rsid w:val="006C786F"/>
    <w:rsid w:val="006D3B6B"/>
    <w:rsid w:val="006D51F8"/>
    <w:rsid w:val="006D6D8C"/>
    <w:rsid w:val="006E2256"/>
    <w:rsid w:val="006F1E71"/>
    <w:rsid w:val="006F301C"/>
    <w:rsid w:val="00703EEC"/>
    <w:rsid w:val="007159AF"/>
    <w:rsid w:val="00754D6C"/>
    <w:rsid w:val="00767049"/>
    <w:rsid w:val="00773E85"/>
    <w:rsid w:val="00780A14"/>
    <w:rsid w:val="00797C6E"/>
    <w:rsid w:val="007C0845"/>
    <w:rsid w:val="007E5BBA"/>
    <w:rsid w:val="007F2621"/>
    <w:rsid w:val="007F69BF"/>
    <w:rsid w:val="0083017A"/>
    <w:rsid w:val="00836FAD"/>
    <w:rsid w:val="00843838"/>
    <w:rsid w:val="008653E2"/>
    <w:rsid w:val="0086639D"/>
    <w:rsid w:val="00893CAF"/>
    <w:rsid w:val="008B2CAA"/>
    <w:rsid w:val="008C4BF3"/>
    <w:rsid w:val="0090203A"/>
    <w:rsid w:val="00905D03"/>
    <w:rsid w:val="009107E2"/>
    <w:rsid w:val="00922A06"/>
    <w:rsid w:val="00942DD1"/>
    <w:rsid w:val="00945670"/>
    <w:rsid w:val="00947CE7"/>
    <w:rsid w:val="00950D7B"/>
    <w:rsid w:val="00954BB4"/>
    <w:rsid w:val="00961C95"/>
    <w:rsid w:val="009859E9"/>
    <w:rsid w:val="009A41A8"/>
    <w:rsid w:val="009C0882"/>
    <w:rsid w:val="009C3A5B"/>
    <w:rsid w:val="009C525F"/>
    <w:rsid w:val="009C5768"/>
    <w:rsid w:val="009C7784"/>
    <w:rsid w:val="009E01B2"/>
    <w:rsid w:val="009F0201"/>
    <w:rsid w:val="009F6AB3"/>
    <w:rsid w:val="00A009F3"/>
    <w:rsid w:val="00A03996"/>
    <w:rsid w:val="00A04C78"/>
    <w:rsid w:val="00A11EAC"/>
    <w:rsid w:val="00A11FED"/>
    <w:rsid w:val="00A21BD7"/>
    <w:rsid w:val="00A229C2"/>
    <w:rsid w:val="00A34FBB"/>
    <w:rsid w:val="00A42565"/>
    <w:rsid w:val="00A43F88"/>
    <w:rsid w:val="00A517F2"/>
    <w:rsid w:val="00A530DB"/>
    <w:rsid w:val="00A53EC1"/>
    <w:rsid w:val="00A55117"/>
    <w:rsid w:val="00A8684F"/>
    <w:rsid w:val="00AA3495"/>
    <w:rsid w:val="00AA689C"/>
    <w:rsid w:val="00AB6BA7"/>
    <w:rsid w:val="00AE4308"/>
    <w:rsid w:val="00AE6D44"/>
    <w:rsid w:val="00B13601"/>
    <w:rsid w:val="00B14709"/>
    <w:rsid w:val="00B17179"/>
    <w:rsid w:val="00B2595C"/>
    <w:rsid w:val="00B31B78"/>
    <w:rsid w:val="00B53156"/>
    <w:rsid w:val="00B75860"/>
    <w:rsid w:val="00B92609"/>
    <w:rsid w:val="00B93E22"/>
    <w:rsid w:val="00BA3790"/>
    <w:rsid w:val="00BB2DF0"/>
    <w:rsid w:val="00BC2B44"/>
    <w:rsid w:val="00BE171D"/>
    <w:rsid w:val="00C005DC"/>
    <w:rsid w:val="00C05D1C"/>
    <w:rsid w:val="00C2628C"/>
    <w:rsid w:val="00C470C7"/>
    <w:rsid w:val="00C61AF4"/>
    <w:rsid w:val="00C94CAD"/>
    <w:rsid w:val="00CA42B9"/>
    <w:rsid w:val="00CA4414"/>
    <w:rsid w:val="00CA4BB3"/>
    <w:rsid w:val="00CD7F30"/>
    <w:rsid w:val="00CE0964"/>
    <w:rsid w:val="00CF4328"/>
    <w:rsid w:val="00D20473"/>
    <w:rsid w:val="00D24E8A"/>
    <w:rsid w:val="00D25FDD"/>
    <w:rsid w:val="00D31379"/>
    <w:rsid w:val="00D344C9"/>
    <w:rsid w:val="00D35A4A"/>
    <w:rsid w:val="00D44191"/>
    <w:rsid w:val="00D453FF"/>
    <w:rsid w:val="00D463E2"/>
    <w:rsid w:val="00D47FCE"/>
    <w:rsid w:val="00D639E2"/>
    <w:rsid w:val="00D77E77"/>
    <w:rsid w:val="00D9779D"/>
    <w:rsid w:val="00DB10F0"/>
    <w:rsid w:val="00DB5E2C"/>
    <w:rsid w:val="00DC59F2"/>
    <w:rsid w:val="00DC6071"/>
    <w:rsid w:val="00DD1FF3"/>
    <w:rsid w:val="00DD3523"/>
    <w:rsid w:val="00DD45B0"/>
    <w:rsid w:val="00DE7A7C"/>
    <w:rsid w:val="00E005A9"/>
    <w:rsid w:val="00E053A5"/>
    <w:rsid w:val="00E11872"/>
    <w:rsid w:val="00E23BDE"/>
    <w:rsid w:val="00E27A4B"/>
    <w:rsid w:val="00E35368"/>
    <w:rsid w:val="00E537BE"/>
    <w:rsid w:val="00E93341"/>
    <w:rsid w:val="00EA0C29"/>
    <w:rsid w:val="00EB3CA2"/>
    <w:rsid w:val="00EC4747"/>
    <w:rsid w:val="00EC48E0"/>
    <w:rsid w:val="00EC6676"/>
    <w:rsid w:val="00ED0658"/>
    <w:rsid w:val="00ED2AA9"/>
    <w:rsid w:val="00EE2F3F"/>
    <w:rsid w:val="00EE4812"/>
    <w:rsid w:val="00EE5644"/>
    <w:rsid w:val="00F34FB0"/>
    <w:rsid w:val="00F37C2C"/>
    <w:rsid w:val="00F41F9D"/>
    <w:rsid w:val="00F42807"/>
    <w:rsid w:val="00F477AE"/>
    <w:rsid w:val="00F47C0A"/>
    <w:rsid w:val="00F538BE"/>
    <w:rsid w:val="00F713EA"/>
    <w:rsid w:val="00F72FA2"/>
    <w:rsid w:val="00F75C74"/>
    <w:rsid w:val="00F82CFB"/>
    <w:rsid w:val="00F85F3D"/>
    <w:rsid w:val="00F86B3D"/>
    <w:rsid w:val="00F917B3"/>
    <w:rsid w:val="00FC1674"/>
    <w:rsid w:val="00FD5D68"/>
    <w:rsid w:val="00FE1C42"/>
    <w:rsid w:val="00FE3006"/>
    <w:rsid w:val="00FE7EE4"/>
    <w:rsid w:val="00FF0221"/>
    <w:rsid w:val="00FF06B8"/>
    <w:rsid w:val="00FF24AF"/>
    <w:rsid w:val="00FF6E13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5D1A03-8E28-4793-AA71-C581DAA6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34FBB"/>
    <w:pPr>
      <w:jc w:val="left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qFormat/>
    <w:rsid w:val="00A530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avaden"/>
    <w:link w:val="Naslov2Znak"/>
    <w:uiPriority w:val="9"/>
    <w:qFormat/>
    <w:rsid w:val="00A530D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avaden"/>
    <w:next w:val="Navaden"/>
    <w:link w:val="Naslov3Znak"/>
    <w:unhideWhenUsed/>
    <w:qFormat/>
    <w:rsid w:val="005B4C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urple">
    <w:name w:val="purple"/>
    <w:basedOn w:val="Navaden"/>
    <w:rsid w:val="00A55117"/>
    <w:pPr>
      <w:spacing w:before="100" w:beforeAutospacing="1" w:after="100" w:afterAutospacing="1"/>
    </w:pPr>
  </w:style>
  <w:style w:type="paragraph" w:styleId="Navadensplet">
    <w:name w:val="Normal (Web)"/>
    <w:basedOn w:val="Navaden"/>
    <w:uiPriority w:val="99"/>
    <w:unhideWhenUsed/>
    <w:rsid w:val="00A55117"/>
    <w:pPr>
      <w:spacing w:before="100" w:beforeAutospacing="1" w:after="100" w:afterAutospacing="1"/>
    </w:pPr>
  </w:style>
  <w:style w:type="paragraph" w:customStyle="1" w:styleId="esegmentt">
    <w:name w:val="esegment_t"/>
    <w:basedOn w:val="Navaden"/>
    <w:rsid w:val="00A55117"/>
    <w:pPr>
      <w:spacing w:before="100" w:beforeAutospacing="1" w:after="100" w:afterAutospacing="1"/>
    </w:pPr>
  </w:style>
  <w:style w:type="paragraph" w:customStyle="1" w:styleId="esegmentc1">
    <w:name w:val="esegment_c1"/>
    <w:basedOn w:val="Navaden"/>
    <w:rsid w:val="00A55117"/>
    <w:pPr>
      <w:spacing w:before="100" w:beforeAutospacing="1" w:after="100" w:afterAutospacing="1"/>
    </w:pPr>
  </w:style>
  <w:style w:type="paragraph" w:customStyle="1" w:styleId="esegmenth4">
    <w:name w:val="esegment_h4"/>
    <w:basedOn w:val="Navaden"/>
    <w:rsid w:val="00A55117"/>
    <w:pPr>
      <w:spacing w:before="100" w:beforeAutospacing="1" w:after="100" w:afterAutospacing="1"/>
    </w:pPr>
  </w:style>
  <w:style w:type="paragraph" w:customStyle="1" w:styleId="esegmentp1">
    <w:name w:val="esegment_p1"/>
    <w:basedOn w:val="Navaden"/>
    <w:rsid w:val="00A55117"/>
    <w:pPr>
      <w:spacing w:before="100" w:beforeAutospacing="1" w:after="100" w:afterAutospacing="1"/>
    </w:pPr>
  </w:style>
  <w:style w:type="paragraph" w:styleId="Glava">
    <w:name w:val="header"/>
    <w:basedOn w:val="Navaden"/>
    <w:link w:val="Glav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A55117"/>
  </w:style>
  <w:style w:type="paragraph" w:styleId="Noga">
    <w:name w:val="footer"/>
    <w:basedOn w:val="Navaden"/>
    <w:link w:val="Nog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A55117"/>
  </w:style>
  <w:style w:type="character" w:customStyle="1" w:styleId="Naslov1Znak">
    <w:name w:val="Naslov 1 Znak"/>
    <w:basedOn w:val="Privzetapisavaodstavka"/>
    <w:link w:val="Naslov1"/>
    <w:rsid w:val="00A530D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A530DB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z-vrhobrazca">
    <w:name w:val="HTML Top of Form"/>
    <w:basedOn w:val="Navaden"/>
    <w:next w:val="Navaden"/>
    <w:link w:val="z-vrhobrazcaZnak"/>
    <w:hidden/>
    <w:uiPriority w:val="99"/>
    <w:semiHidden/>
    <w:unhideWhenUsed/>
    <w:rsid w:val="00A530D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vrhobrazcaZnak">
    <w:name w:val="z-vrh obrazca Znak"/>
    <w:basedOn w:val="Privzetapisavaodstavka"/>
    <w:link w:val="z-vrhobrazca"/>
    <w:uiPriority w:val="99"/>
    <w:semiHidden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character" w:customStyle="1" w:styleId="outputtext">
    <w:name w:val="outputtext"/>
    <w:basedOn w:val="Privzetapisavaodstavka"/>
    <w:rsid w:val="00A530DB"/>
  </w:style>
  <w:style w:type="paragraph" w:styleId="z-dnoobrazca">
    <w:name w:val="HTML Bottom of Form"/>
    <w:basedOn w:val="Navaden"/>
    <w:next w:val="Navaden"/>
    <w:link w:val="z-dnoobrazcaZnak"/>
    <w:hidden/>
    <w:uiPriority w:val="99"/>
    <w:unhideWhenUsed/>
    <w:rsid w:val="00A530D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dnoobrazcaZnak">
    <w:name w:val="z-dno obrazca Znak"/>
    <w:basedOn w:val="Privzetapisavaodstavka"/>
    <w:link w:val="z-dnoobrazca"/>
    <w:uiPriority w:val="99"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numbering" w:customStyle="1" w:styleId="Brezseznama1">
    <w:name w:val="Brez seznama1"/>
    <w:next w:val="Brezseznama"/>
    <w:semiHidden/>
    <w:rsid w:val="007C0845"/>
  </w:style>
  <w:style w:type="character" w:styleId="tevilkastrani">
    <w:name w:val="page number"/>
    <w:basedOn w:val="Privzetapisavaodstavka"/>
    <w:rsid w:val="007C0845"/>
  </w:style>
  <w:style w:type="paragraph" w:styleId="Sprotnaopomba-besedilo">
    <w:name w:val="footnote text"/>
    <w:basedOn w:val="Navaden"/>
    <w:link w:val="Sprot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character" w:styleId="Konnaopomba-sklic">
    <w:name w:val="endnote reference"/>
    <w:basedOn w:val="Privzetapisavaodstavka"/>
    <w:semiHidden/>
    <w:rsid w:val="007C0845"/>
    <w:rPr>
      <w:vertAlign w:val="superscript"/>
    </w:rPr>
  </w:style>
  <w:style w:type="paragraph" w:styleId="Telobesedila">
    <w:name w:val="Body Text"/>
    <w:basedOn w:val="Navaden"/>
    <w:link w:val="TelobesedilaZnak"/>
    <w:unhideWhenUsed/>
    <w:rsid w:val="00A34FBB"/>
    <w:rPr>
      <w:b/>
      <w:bCs/>
    </w:rPr>
  </w:style>
  <w:style w:type="character" w:customStyle="1" w:styleId="TelobesedilaZnak">
    <w:name w:val="Telo besedila Znak"/>
    <w:basedOn w:val="Privzetapisavaodstavka"/>
    <w:link w:val="Telobesedila"/>
    <w:semiHidden/>
    <w:rsid w:val="00A34FB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Hiperpovezava">
    <w:name w:val="Hyperlink"/>
    <w:basedOn w:val="Privzetapisavaodstavka"/>
    <w:unhideWhenUsed/>
    <w:rsid w:val="00AE6D44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73E85"/>
    <w:pPr>
      <w:ind w:left="720"/>
      <w:contextualSpacing/>
    </w:pPr>
  </w:style>
  <w:style w:type="table" w:styleId="Tabelamrea">
    <w:name w:val="Table Grid"/>
    <w:basedOn w:val="Navadnatabela"/>
    <w:uiPriority w:val="59"/>
    <w:rsid w:val="00DB1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5B4C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EC6676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CA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CAF"/>
    <w:rPr>
      <w:rFonts w:ascii="Tahoma" w:eastAsia="Times New Roman" w:hAnsi="Tahoma" w:cs="Tahoma"/>
      <w:sz w:val="16"/>
      <w:szCs w:val="16"/>
      <w:lang w:eastAsia="sl-SI"/>
    </w:rPr>
  </w:style>
  <w:style w:type="paragraph" w:styleId="Telobesedila2">
    <w:name w:val="Body Text 2"/>
    <w:basedOn w:val="Navaden"/>
    <w:link w:val="Telobesedila2Znak"/>
    <w:rsid w:val="00DD1FF3"/>
    <w:rPr>
      <w:rFonts w:ascii="Tahoma" w:hAnsi="Tahoma"/>
      <w:sz w:val="32"/>
    </w:rPr>
  </w:style>
  <w:style w:type="character" w:customStyle="1" w:styleId="Telobesedila2Znak">
    <w:name w:val="Telo besedila 2 Znak"/>
    <w:basedOn w:val="Privzetapisavaodstavka"/>
    <w:link w:val="Telobesedila2"/>
    <w:rsid w:val="00DD1FF3"/>
    <w:rPr>
      <w:rFonts w:ascii="Tahoma" w:eastAsia="Times New Roman" w:hAnsi="Tahoma" w:cs="Times New Roman"/>
      <w:sz w:val="32"/>
      <w:szCs w:val="24"/>
      <w:lang w:eastAsia="sl-SI"/>
    </w:rPr>
  </w:style>
  <w:style w:type="paragraph" w:customStyle="1" w:styleId="BasicParagraph">
    <w:name w:val="[Basic Paragraph]"/>
    <w:basedOn w:val="Navaden"/>
    <w:uiPriority w:val="99"/>
    <w:rsid w:val="005F3987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43263">
              <w:marLeft w:val="0"/>
              <w:marRight w:val="0"/>
              <w:marTop w:val="64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4742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1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mijana\AppData\Roaming\Microsoft\Templates\Predloga%20Ob&#269;ina%20BARVN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4E9B7-59BC-4516-9606-C9ABE8AE0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Občina BARVNA.dotx</Template>
  <TotalTime>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Urška Nardoni</dc:creator>
  <cp:lastModifiedBy>Irena Malovrh</cp:lastModifiedBy>
  <cp:revision>2</cp:revision>
  <cp:lastPrinted>2023-03-28T06:08:00Z</cp:lastPrinted>
  <dcterms:created xsi:type="dcterms:W3CDTF">2025-04-10T11:06:00Z</dcterms:created>
  <dcterms:modified xsi:type="dcterms:W3CDTF">2025-04-10T11:06:00Z</dcterms:modified>
</cp:coreProperties>
</file>